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A8F2A" w14:textId="77777777" w:rsidR="0050654F" w:rsidRDefault="0050654F" w:rsidP="00862C6E">
      <w:pPr>
        <w:spacing w:line="312" w:lineRule="auto"/>
        <w:rPr>
          <w:rFonts w:ascii="Arial" w:hAnsi="Arial" w:cs="Arial"/>
          <w:b/>
          <w:noProof/>
          <w:color w:val="346271"/>
          <w:spacing w:val="10"/>
          <w:sz w:val="16"/>
          <w:szCs w:val="16"/>
          <w:lang w:val="sl-SI"/>
        </w:rPr>
      </w:pPr>
    </w:p>
    <w:p w14:paraId="7CF4EFAF" w14:textId="77777777" w:rsidR="00456730" w:rsidRDefault="00456730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</w:p>
    <w:p w14:paraId="333C5603" w14:textId="05E9FF54" w:rsidR="005A3023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Zavod Znanje Postojna, javni zavod</w:t>
      </w:r>
    </w:p>
    <w:p w14:paraId="1DD5E9D1" w14:textId="19F2A4B9" w:rsidR="00862C6E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OE Podjetniški inkubator Perspektiva</w:t>
      </w:r>
    </w:p>
    <w:p w14:paraId="2BD73DCE" w14:textId="691A73D9" w:rsidR="005A3023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Velik</w:t>
      </w:r>
      <w:r w:rsidR="00F0246E"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i</w:t>
      </w: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 xml:space="preserve"> Otok 44b</w:t>
      </w:r>
    </w:p>
    <w:p w14:paraId="1CA50CF8" w14:textId="6331C77D" w:rsidR="005A3023" w:rsidRPr="00B967E3" w:rsidRDefault="005A3023" w:rsidP="00862C6E">
      <w:pPr>
        <w:spacing w:line="312" w:lineRule="auto"/>
        <w:rPr>
          <w:rFonts w:ascii="Arial" w:hAnsi="Arial" w:cs="Arial"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6230 Postojna</w:t>
      </w:r>
    </w:p>
    <w:p w14:paraId="3277B6FE" w14:textId="77777777" w:rsidR="00862C6E" w:rsidRPr="00B967E3" w:rsidRDefault="00862C6E" w:rsidP="00862C6E">
      <w:pPr>
        <w:spacing w:line="312" w:lineRule="auto"/>
        <w:rPr>
          <w:rFonts w:ascii="Arial" w:hAnsi="Arial" w:cs="Arial"/>
          <w:spacing w:val="10"/>
          <w:sz w:val="16"/>
          <w:szCs w:val="16"/>
          <w:lang w:val="sl-SI"/>
        </w:rPr>
      </w:pPr>
    </w:p>
    <w:p w14:paraId="645A0D5E" w14:textId="77777777" w:rsidR="00456730" w:rsidRDefault="00456730" w:rsidP="00356502">
      <w:pPr>
        <w:spacing w:line="312" w:lineRule="auto"/>
        <w:rPr>
          <w:rFonts w:asciiTheme="majorHAnsi" w:hAnsiTheme="majorHAnsi" w:cstheme="majorHAnsi"/>
          <w:lang w:val="sl-SI"/>
        </w:rPr>
      </w:pPr>
    </w:p>
    <w:p w14:paraId="409DA9AD" w14:textId="3BA5D7F1" w:rsidR="00643A20" w:rsidRDefault="00C4436E" w:rsidP="00356502">
      <w:pPr>
        <w:spacing w:line="312" w:lineRule="auto"/>
        <w:rPr>
          <w:rFonts w:ascii="Arial" w:hAnsi="Arial" w:cs="Arial"/>
          <w:spacing w:val="10"/>
          <w:sz w:val="22"/>
          <w:szCs w:val="22"/>
          <w:lang w:val="sl-SI"/>
        </w:rPr>
      </w:pPr>
      <w:r w:rsidRPr="000229FF">
        <w:rPr>
          <w:rFonts w:ascii="Arial" w:hAnsi="Arial" w:cs="Arial"/>
          <w:noProof/>
          <w:spacing w:val="10"/>
          <w:sz w:val="22"/>
          <w:szCs w:val="22"/>
          <w:lang w:val="sl-SI" w:eastAsia="sl-SI"/>
        </w:rPr>
        <w:drawing>
          <wp:anchor distT="0" distB="0" distL="114300" distR="114300" simplePos="0" relativeHeight="251658240" behindDoc="1" locked="1" layoutInCell="1" allowOverlap="1" wp14:anchorId="341CB05B" wp14:editId="63128A58">
            <wp:simplePos x="0" y="0"/>
            <wp:positionH relativeFrom="column">
              <wp:posOffset>-1069975</wp:posOffset>
            </wp:positionH>
            <wp:positionV relativeFrom="page">
              <wp:posOffset>3431540</wp:posOffset>
            </wp:positionV>
            <wp:extent cx="457835" cy="104140"/>
            <wp:effectExtent l="0" t="0" r="0" b="0"/>
            <wp:wrapNone/>
            <wp:docPr id="4" name="Pictur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10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6677" w:rsidRPr="000229FF">
        <w:rPr>
          <w:rFonts w:asciiTheme="majorHAnsi" w:hAnsiTheme="majorHAnsi" w:cstheme="majorHAnsi"/>
          <w:lang w:val="sl-SI"/>
        </w:rPr>
        <w:t>Kraj in datum</w:t>
      </w:r>
      <w:r w:rsidR="00C715CD">
        <w:rPr>
          <w:rFonts w:asciiTheme="majorHAnsi" w:hAnsiTheme="majorHAnsi" w:cstheme="majorHAnsi"/>
          <w:lang w:val="sl-SI"/>
        </w:rPr>
        <w:t>:</w:t>
      </w:r>
      <w:r w:rsidR="005A3023" w:rsidRPr="000229FF">
        <w:rPr>
          <w:rFonts w:asciiTheme="majorHAnsi" w:hAnsiTheme="majorHAnsi" w:cstheme="majorHAnsi"/>
          <w:lang w:val="sl-SI"/>
        </w:rPr>
        <w:t xml:space="preserve"> </w:t>
      </w:r>
      <w:r w:rsidR="00A91A27">
        <w:rPr>
          <w:rFonts w:asciiTheme="majorHAnsi" w:hAnsiTheme="majorHAnsi" w:cstheme="majorHAnsi"/>
          <w:lang w:val="sl-SI"/>
        </w:rPr>
        <w:t>…………</w:t>
      </w:r>
    </w:p>
    <w:p w14:paraId="02F6E146" w14:textId="77777777" w:rsidR="00356502" w:rsidRPr="00356502" w:rsidRDefault="00356502" w:rsidP="00356502">
      <w:pPr>
        <w:spacing w:line="312" w:lineRule="auto"/>
        <w:rPr>
          <w:rFonts w:ascii="Arial" w:hAnsi="Arial" w:cs="Arial"/>
          <w:spacing w:val="10"/>
          <w:sz w:val="22"/>
          <w:szCs w:val="22"/>
          <w:lang w:val="sl-SI"/>
        </w:rPr>
      </w:pPr>
    </w:p>
    <w:p w14:paraId="61C35229" w14:textId="04B33A4F" w:rsidR="00CA28A6" w:rsidRPr="00CA28A6" w:rsidRDefault="00394948" w:rsidP="00CA28A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0B2F05">
        <w:rPr>
          <w:rFonts w:asciiTheme="majorHAnsi" w:hAnsiTheme="majorHAnsi" w:cstheme="majorHAnsi"/>
          <w:b/>
          <w:lang w:val="sl-SI"/>
        </w:rPr>
        <w:t>Ponudba</w:t>
      </w:r>
      <w:r w:rsidR="006C227E" w:rsidRPr="000B2F05">
        <w:rPr>
          <w:rFonts w:asciiTheme="majorHAnsi" w:hAnsiTheme="majorHAnsi" w:cstheme="majorHAnsi"/>
          <w:b/>
          <w:lang w:val="sl-SI"/>
        </w:rPr>
        <w:t xml:space="preserve"> za </w:t>
      </w:r>
      <w:r w:rsidR="0039770A" w:rsidRPr="000B2F05">
        <w:rPr>
          <w:rFonts w:asciiTheme="majorHAnsi" w:hAnsiTheme="majorHAnsi" w:cstheme="majorHAnsi"/>
          <w:b/>
          <w:lang w:val="sl-SI"/>
        </w:rPr>
        <w:t>izvedbo aktivnosti</w:t>
      </w:r>
      <w:r w:rsidR="00A23DC0">
        <w:rPr>
          <w:rFonts w:asciiTheme="majorHAnsi" w:hAnsiTheme="majorHAnsi" w:cstheme="majorHAnsi"/>
          <w:b/>
          <w:lang w:val="sl-SI"/>
        </w:rPr>
        <w:t xml:space="preserve"> – ekspertno svetovanje -</w:t>
      </w:r>
      <w:r w:rsidR="0039770A" w:rsidRPr="000B2F05">
        <w:rPr>
          <w:rFonts w:asciiTheme="majorHAnsi" w:hAnsiTheme="majorHAnsi" w:cstheme="majorHAnsi"/>
          <w:b/>
          <w:lang w:val="sl-SI"/>
        </w:rPr>
        <w:t xml:space="preserve"> v okviru </w:t>
      </w:r>
      <w:r w:rsidR="00215476" w:rsidRPr="000B2F05">
        <w:rPr>
          <w:rFonts w:asciiTheme="majorHAnsi" w:hAnsiTheme="majorHAnsi" w:cstheme="majorHAnsi"/>
          <w:b/>
          <w:lang w:val="sl-SI"/>
        </w:rPr>
        <w:t>Javni razpis za zagotavljanje celovitih storitev za potencialne podjetnike in podjetja preko podpornih institucij za obdobje od 2023 do 2025</w:t>
      </w:r>
      <w:r w:rsidR="0039770A" w:rsidRPr="000B2F05">
        <w:rPr>
          <w:rFonts w:asciiTheme="majorHAnsi" w:hAnsiTheme="majorHAnsi" w:cstheme="majorHAnsi"/>
          <w:b/>
          <w:lang w:val="sl-SI"/>
        </w:rPr>
        <w:t xml:space="preserve"> – </w:t>
      </w:r>
      <w:r w:rsidR="00A91A27" w:rsidRPr="0049120A">
        <w:rPr>
          <w:rFonts w:asciiTheme="majorHAnsi" w:hAnsiTheme="majorHAnsi" w:cstheme="majorHAnsi"/>
          <w:b/>
          <w:lang w:val="sl-SI"/>
        </w:rPr>
        <w:t>»</w:t>
      </w:r>
      <w:bookmarkStart w:id="0" w:name="_Hlk187328690"/>
      <w:r w:rsidR="00B231FC" w:rsidRPr="00B231FC">
        <w:rPr>
          <w:rFonts w:asciiTheme="majorHAnsi" w:hAnsiTheme="majorHAnsi" w:cstheme="majorHAnsi"/>
          <w:b/>
          <w:lang w:val="sl-SI"/>
        </w:rPr>
        <w:t>Ekspertno svetovanje za podjetnika</w:t>
      </w:r>
      <w:r w:rsidR="00FB7420">
        <w:rPr>
          <w:rFonts w:asciiTheme="majorHAnsi" w:hAnsiTheme="majorHAnsi" w:cstheme="majorHAnsi"/>
          <w:b/>
          <w:lang w:val="sl-SI"/>
        </w:rPr>
        <w:t>,</w:t>
      </w:r>
      <w:r w:rsidR="00FB7420" w:rsidRPr="00FB7420">
        <w:rPr>
          <w:rFonts w:asciiTheme="majorHAnsi" w:hAnsiTheme="majorHAnsi" w:cstheme="majorHAnsi"/>
          <w:b/>
          <w:lang w:val="sl-SI"/>
        </w:rPr>
        <w:t xml:space="preserve"> </w:t>
      </w:r>
      <w:r w:rsidR="00FB7420" w:rsidRPr="007929ED">
        <w:rPr>
          <w:rFonts w:asciiTheme="majorHAnsi" w:hAnsiTheme="majorHAnsi" w:cstheme="majorHAnsi"/>
          <w:b/>
          <w:lang w:val="sl-SI"/>
        </w:rPr>
        <w:t xml:space="preserve">ki potrebuje </w:t>
      </w:r>
      <w:bookmarkStart w:id="1" w:name="_Hlk169169269"/>
      <w:r w:rsidR="00FB7420" w:rsidRPr="007929ED">
        <w:rPr>
          <w:rFonts w:asciiTheme="majorHAnsi" w:hAnsiTheme="majorHAnsi" w:cstheme="majorHAnsi"/>
          <w:b/>
          <w:lang w:val="sl-SI"/>
        </w:rPr>
        <w:t xml:space="preserve">pomoč </w:t>
      </w:r>
      <w:bookmarkEnd w:id="0"/>
      <w:bookmarkEnd w:id="1"/>
      <w:r w:rsidR="005B3188" w:rsidRPr="007929ED">
        <w:rPr>
          <w:rFonts w:asciiTheme="majorHAnsi" w:hAnsiTheme="majorHAnsi" w:cstheme="majorHAnsi"/>
          <w:b/>
          <w:lang w:val="sl-SI"/>
        </w:rPr>
        <w:t>pr</w:t>
      </w:r>
      <w:r w:rsidR="007929ED" w:rsidRPr="007929ED">
        <w:rPr>
          <w:rFonts w:asciiTheme="majorHAnsi" w:hAnsiTheme="majorHAnsi" w:cstheme="majorHAnsi"/>
          <w:b/>
          <w:lang w:val="sl-SI"/>
        </w:rPr>
        <w:t>i</w:t>
      </w:r>
      <w:r w:rsidR="007929ED">
        <w:rPr>
          <w:rFonts w:asciiTheme="majorHAnsi" w:hAnsiTheme="majorHAnsi" w:cstheme="majorHAnsi"/>
          <w:b/>
          <w:lang w:val="sl-SI"/>
        </w:rPr>
        <w:t xml:space="preserve"> </w:t>
      </w:r>
      <w:r w:rsidR="00EF24A3" w:rsidRPr="00EF24A3">
        <w:rPr>
          <w:rFonts w:asciiTheme="majorHAnsi" w:hAnsiTheme="majorHAnsi" w:cstheme="majorHAnsi"/>
          <w:b/>
          <w:lang w:val="sl-SI"/>
        </w:rPr>
        <w:t>nadgradnji strategije za promocijo blagovne znamke in medijske prepoznavnosti v Sloveniji</w:t>
      </w:r>
      <w:r w:rsidR="00485DEB" w:rsidRPr="00CA28A6">
        <w:rPr>
          <w:rFonts w:asciiTheme="majorHAnsi" w:hAnsiTheme="majorHAnsi" w:cstheme="majorHAnsi"/>
          <w:b/>
          <w:lang w:val="sl-SI"/>
        </w:rPr>
        <w:t>«.</w:t>
      </w:r>
    </w:p>
    <w:p w14:paraId="0A6AFA50" w14:textId="2AF7341C" w:rsidR="00984537" w:rsidRDefault="00984537" w:rsidP="00B231FC">
      <w:pPr>
        <w:jc w:val="both"/>
        <w:rPr>
          <w:rFonts w:asciiTheme="majorHAnsi" w:hAnsiTheme="majorHAnsi" w:cstheme="majorHAnsi"/>
          <w:b/>
          <w:lang w:val="sl-SI"/>
        </w:rPr>
      </w:pPr>
    </w:p>
    <w:p w14:paraId="516F7E69" w14:textId="03846D8A" w:rsidR="00B038FA" w:rsidRPr="00321116" w:rsidRDefault="00394948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0B2F05">
        <w:rPr>
          <w:rFonts w:asciiTheme="majorHAnsi" w:hAnsiTheme="majorHAnsi" w:cstheme="majorHAnsi"/>
          <w:b/>
          <w:lang w:val="sl-SI"/>
        </w:rPr>
        <w:t>PONUDNIK</w:t>
      </w:r>
    </w:p>
    <w:p w14:paraId="4E56737E" w14:textId="788F77EA" w:rsidR="00394948" w:rsidRPr="00356502" w:rsidRDefault="00F4078C" w:rsidP="00577DC6">
      <w:pPr>
        <w:spacing w:line="288" w:lineRule="auto"/>
        <w:jc w:val="both"/>
        <w:rPr>
          <w:rFonts w:ascii="Calibri Light" w:hAnsi="Calibri Light" w:cs="Calibri Light"/>
          <w:b/>
          <w:bCs/>
          <w:sz w:val="22"/>
          <w:szCs w:val="22"/>
          <w:lang w:val="sl-SI"/>
        </w:rPr>
      </w:pPr>
      <w:r>
        <w:rPr>
          <w:rFonts w:asciiTheme="majorHAnsi" w:hAnsiTheme="majorHAnsi" w:cstheme="majorHAnsi"/>
          <w:b/>
          <w:lang w:val="sl-SI"/>
        </w:rPr>
        <w:t xml:space="preserve">Naziv: </w:t>
      </w:r>
    </w:p>
    <w:p w14:paraId="24A800CC" w14:textId="32F8476A" w:rsidR="00321116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>
        <w:rPr>
          <w:rFonts w:asciiTheme="majorHAnsi" w:hAnsiTheme="majorHAnsi" w:cstheme="majorHAnsi"/>
          <w:b/>
          <w:lang w:val="sl-SI"/>
        </w:rPr>
        <w:t>Naslov:</w:t>
      </w:r>
      <w:r w:rsidR="00356502">
        <w:rPr>
          <w:rFonts w:asciiTheme="majorHAnsi" w:hAnsiTheme="majorHAnsi" w:cstheme="majorHAnsi"/>
          <w:b/>
          <w:lang w:val="sl-SI"/>
        </w:rPr>
        <w:t xml:space="preserve"> </w:t>
      </w:r>
    </w:p>
    <w:p w14:paraId="34279E09" w14:textId="79D88DA3" w:rsidR="00321116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>
        <w:rPr>
          <w:rFonts w:asciiTheme="majorHAnsi" w:hAnsiTheme="majorHAnsi" w:cstheme="majorHAnsi"/>
          <w:b/>
          <w:lang w:val="sl-SI"/>
        </w:rPr>
        <w:t xml:space="preserve">Poštna številka in pošta: </w:t>
      </w:r>
    </w:p>
    <w:p w14:paraId="242BEFF6" w14:textId="03BEA825" w:rsidR="00956C21" w:rsidRDefault="00321116" w:rsidP="00577DC6">
      <w:pPr>
        <w:spacing w:line="288" w:lineRule="auto"/>
        <w:jc w:val="both"/>
        <w:rPr>
          <w:rFonts w:ascii="Segoe UI" w:hAnsi="Segoe UI" w:cs="Segoe UI"/>
          <w:b/>
          <w:bCs/>
          <w:color w:val="212529"/>
          <w:sz w:val="20"/>
          <w:szCs w:val="20"/>
          <w:shd w:val="clear" w:color="auto" w:fill="FFFFFF"/>
        </w:rPr>
      </w:pPr>
      <w:r>
        <w:rPr>
          <w:rFonts w:asciiTheme="majorHAnsi" w:hAnsiTheme="majorHAnsi" w:cstheme="majorHAnsi"/>
          <w:b/>
          <w:lang w:val="sl-SI"/>
        </w:rPr>
        <w:t xml:space="preserve">Davčna št.: </w:t>
      </w:r>
    </w:p>
    <w:p w14:paraId="6CB13335" w14:textId="77777777" w:rsidR="00F4078C" w:rsidRPr="000B2F05" w:rsidRDefault="00F4078C" w:rsidP="00577DC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</w:p>
    <w:p w14:paraId="70E100CD" w14:textId="41AF0243" w:rsidR="006C227E" w:rsidRPr="00321116" w:rsidRDefault="0039770A" w:rsidP="0032111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 w:rsidRPr="000B2F05">
        <w:rPr>
          <w:rFonts w:asciiTheme="majorHAnsi" w:hAnsiTheme="majorHAnsi" w:cstheme="majorHAnsi"/>
          <w:lang w:val="sl-SI"/>
        </w:rPr>
        <w:t>Na podlagi prejetega povpraševanja podajamo naslednjo ponudbo</w:t>
      </w:r>
      <w:r w:rsidR="00B1100C" w:rsidRPr="000B2F05">
        <w:rPr>
          <w:rFonts w:asciiTheme="majorHAnsi" w:hAnsiTheme="majorHAnsi" w:cstheme="majorHAnsi"/>
          <w:lang w:val="sl-SI"/>
        </w:rPr>
        <w:t xml:space="preserve"> za</w:t>
      </w:r>
      <w:r w:rsidR="001413A6" w:rsidRPr="000B2F05">
        <w:rPr>
          <w:rFonts w:asciiTheme="majorHAnsi" w:hAnsiTheme="majorHAnsi" w:cstheme="majorHAnsi"/>
          <w:lang w:val="sl-SI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2"/>
        <w:gridCol w:w="2169"/>
      </w:tblGrid>
      <w:tr w:rsidR="0039770A" w:rsidRPr="000B2F05" w14:paraId="0DEE9D88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D9D9D9" w:themeFill="background1" w:themeFillShade="D9"/>
            <w:vAlign w:val="center"/>
          </w:tcPr>
          <w:p w14:paraId="3EAC7456" w14:textId="68050134" w:rsidR="00AB6764" w:rsidRDefault="006C4DEC" w:rsidP="007B1678">
            <w:pPr>
              <w:rPr>
                <w:rFonts w:asciiTheme="majorHAnsi" w:hAnsiTheme="majorHAnsi" w:cstheme="majorHAnsi"/>
                <w:b/>
                <w:lang w:val="sl-SI"/>
              </w:rPr>
            </w:pPr>
            <w:r w:rsidRPr="0049120A">
              <w:rPr>
                <w:rFonts w:asciiTheme="majorHAnsi" w:hAnsiTheme="majorHAnsi" w:cstheme="majorHAnsi"/>
                <w:b/>
                <w:lang w:val="sl-SI"/>
              </w:rPr>
              <w:t xml:space="preserve">Ekspertno svetovanje </w:t>
            </w:r>
            <w:r w:rsidRPr="006C4DEC">
              <w:rPr>
                <w:rFonts w:asciiTheme="majorHAnsi" w:hAnsiTheme="majorHAnsi" w:cstheme="majorHAnsi"/>
                <w:b/>
                <w:lang w:val="sl-SI"/>
              </w:rPr>
              <w:t>podjetnik</w:t>
            </w:r>
            <w:r>
              <w:rPr>
                <w:rFonts w:asciiTheme="majorHAnsi" w:hAnsiTheme="majorHAnsi" w:cstheme="majorHAnsi"/>
                <w:b/>
                <w:lang w:val="sl-SI"/>
              </w:rPr>
              <w:t xml:space="preserve">u </w:t>
            </w:r>
            <w:r w:rsidR="00AB6764">
              <w:rPr>
                <w:rFonts w:asciiTheme="majorHAnsi" w:hAnsiTheme="majorHAnsi" w:cstheme="majorHAnsi"/>
                <w:b/>
                <w:lang w:val="sl-SI"/>
              </w:rPr>
              <w:t>/</w:t>
            </w:r>
          </w:p>
          <w:p w14:paraId="334C14AC" w14:textId="3FEFBDB2" w:rsidR="00D04363" w:rsidRPr="00A03DB6" w:rsidRDefault="00F753CA" w:rsidP="00977079">
            <w:pPr>
              <w:rPr>
                <w:rFonts w:asciiTheme="majorHAnsi" w:hAnsiTheme="majorHAnsi" w:cstheme="majorHAnsi"/>
                <w:b/>
                <w:lang w:val="sl-SI"/>
              </w:rPr>
            </w:pPr>
            <w:r w:rsidRPr="00F753CA">
              <w:rPr>
                <w:rFonts w:asciiTheme="majorHAnsi" w:hAnsiTheme="majorHAnsi" w:cstheme="majorHAnsi"/>
                <w:b/>
                <w:lang w:val="sl-SI"/>
              </w:rPr>
              <w:t>Nadgradnja promocije BZ in medijske prepoznavnosti</w:t>
            </w:r>
          </w:p>
        </w:tc>
        <w:tc>
          <w:tcPr>
            <w:tcW w:w="2169" w:type="dxa"/>
            <w:shd w:val="clear" w:color="auto" w:fill="D9D9D9" w:themeFill="background1" w:themeFillShade="D9"/>
            <w:vAlign w:val="center"/>
          </w:tcPr>
          <w:p w14:paraId="08C1CD53" w14:textId="77777777" w:rsidR="0039770A" w:rsidRPr="000B2F05" w:rsidRDefault="0050028C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b/>
                <w:bCs/>
                <w:lang w:val="sl-SI"/>
              </w:rPr>
            </w:pPr>
            <w:r w:rsidRPr="000B2F05">
              <w:rPr>
                <w:rFonts w:asciiTheme="majorHAnsi" w:hAnsiTheme="majorHAnsi" w:cstheme="majorHAnsi"/>
                <w:b/>
                <w:bCs/>
                <w:lang w:val="sl-SI"/>
              </w:rPr>
              <w:t>EUR</w:t>
            </w:r>
          </w:p>
        </w:tc>
      </w:tr>
      <w:tr w:rsidR="0039770A" w:rsidRPr="000B2F05" w14:paraId="4D510D91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auto"/>
            <w:vAlign w:val="center"/>
          </w:tcPr>
          <w:p w14:paraId="1C3C5AF9" w14:textId="3C75F425" w:rsidR="001413A6" w:rsidRPr="000B2F05" w:rsidRDefault="0039770A" w:rsidP="00215476">
            <w:pPr>
              <w:spacing w:line="288" w:lineRule="auto"/>
              <w:rPr>
                <w:rFonts w:asciiTheme="majorHAnsi" w:hAnsiTheme="majorHAnsi" w:cstheme="majorHAnsi"/>
                <w:lang w:val="sl-SI"/>
              </w:rPr>
            </w:pPr>
            <w:r w:rsidRPr="000B2F05">
              <w:rPr>
                <w:rFonts w:asciiTheme="majorHAnsi" w:hAnsiTheme="majorHAnsi" w:cstheme="majorHAnsi"/>
                <w:lang w:val="sl-SI"/>
              </w:rPr>
              <w:t>Cena</w:t>
            </w:r>
            <w:r w:rsidR="001B558B">
              <w:rPr>
                <w:rFonts w:asciiTheme="majorHAnsi" w:hAnsiTheme="majorHAnsi" w:cstheme="majorHAnsi"/>
                <w:lang w:val="sl-SI"/>
              </w:rPr>
              <w:t xml:space="preserve"> 1 ure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izvedbe </w:t>
            </w:r>
            <w:r w:rsidR="00A544F4">
              <w:rPr>
                <w:rFonts w:asciiTheme="majorHAnsi" w:hAnsiTheme="majorHAnsi" w:cstheme="majorHAnsi"/>
                <w:lang w:val="sl-SI"/>
              </w:rPr>
              <w:t>ekspertnega svetovanja</w:t>
            </w:r>
            <w:r w:rsidR="00215476" w:rsidRPr="000B2F05">
              <w:rPr>
                <w:rFonts w:asciiTheme="majorHAnsi" w:hAnsiTheme="majorHAnsi" w:cstheme="majorHAnsi"/>
                <w:lang w:val="sl-SI"/>
              </w:rPr>
              <w:t xml:space="preserve"> brez DDV</w:t>
            </w:r>
          </w:p>
        </w:tc>
        <w:tc>
          <w:tcPr>
            <w:tcW w:w="2169" w:type="dxa"/>
            <w:vAlign w:val="center"/>
          </w:tcPr>
          <w:p w14:paraId="527AD52D" w14:textId="263B6FAD" w:rsidR="0039770A" w:rsidRPr="000B2F05" w:rsidRDefault="0039770A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  <w:tr w:rsidR="0039770A" w:rsidRPr="000B2F05" w14:paraId="1C96E341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auto"/>
            <w:vAlign w:val="center"/>
          </w:tcPr>
          <w:p w14:paraId="580125D2" w14:textId="6403E976" w:rsidR="001413A6" w:rsidRPr="000B2F05" w:rsidRDefault="0039770A" w:rsidP="00215476">
            <w:pPr>
              <w:spacing w:line="288" w:lineRule="auto"/>
              <w:rPr>
                <w:rFonts w:asciiTheme="majorHAnsi" w:hAnsiTheme="majorHAnsi" w:cstheme="majorHAnsi"/>
                <w:lang w:val="sl-SI"/>
              </w:rPr>
            </w:pPr>
            <w:r w:rsidRPr="000B2F05">
              <w:rPr>
                <w:rFonts w:asciiTheme="majorHAnsi" w:hAnsiTheme="majorHAnsi" w:cstheme="majorHAnsi"/>
                <w:lang w:val="sl-SI"/>
              </w:rPr>
              <w:t>Cena</w:t>
            </w:r>
            <w:r w:rsidR="001B558B">
              <w:rPr>
                <w:rFonts w:asciiTheme="majorHAnsi" w:hAnsiTheme="majorHAnsi" w:cstheme="majorHAnsi"/>
                <w:lang w:val="sl-SI"/>
              </w:rPr>
              <w:t xml:space="preserve"> 1 ure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izvedbe </w:t>
            </w:r>
            <w:r w:rsidR="00A544F4">
              <w:rPr>
                <w:rFonts w:asciiTheme="majorHAnsi" w:hAnsiTheme="majorHAnsi" w:cstheme="majorHAnsi"/>
                <w:lang w:val="sl-SI"/>
              </w:rPr>
              <w:t xml:space="preserve">ekspertnega svetovanja </w:t>
            </w:r>
            <w:r w:rsidRPr="000B2F05">
              <w:rPr>
                <w:rFonts w:asciiTheme="majorHAnsi" w:hAnsiTheme="majorHAnsi" w:cstheme="majorHAnsi"/>
                <w:bCs/>
                <w:lang w:val="sl-SI"/>
              </w:rPr>
              <w:t>z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DDV</w:t>
            </w:r>
          </w:p>
        </w:tc>
        <w:tc>
          <w:tcPr>
            <w:tcW w:w="2169" w:type="dxa"/>
            <w:vAlign w:val="center"/>
          </w:tcPr>
          <w:p w14:paraId="3F14D0B1" w14:textId="3C06B4EA" w:rsidR="0039770A" w:rsidRPr="000B2F05" w:rsidRDefault="0039770A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</w:tbl>
    <w:p w14:paraId="3AC73941" w14:textId="65306B07" w:rsidR="000B2F05" w:rsidRDefault="00156498" w:rsidP="00156498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bookmarkStart w:id="2" w:name="_Hlk32431062"/>
      <w:r w:rsidRPr="000B2F05">
        <w:rPr>
          <w:rFonts w:asciiTheme="majorHAnsi" w:hAnsiTheme="majorHAnsi" w:cstheme="majorHAnsi"/>
          <w:lang w:val="sl-SI"/>
        </w:rPr>
        <w:t>Cena vključuje vse stroške izvedbe.</w:t>
      </w:r>
    </w:p>
    <w:p w14:paraId="0D86EAD9" w14:textId="74E6B0EB" w:rsidR="001B558B" w:rsidRDefault="001B558B" w:rsidP="00156498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>
        <w:rPr>
          <w:rFonts w:asciiTheme="majorHAnsi" w:hAnsiTheme="majorHAnsi" w:cstheme="majorHAnsi"/>
          <w:lang w:val="sl-SI"/>
        </w:rPr>
        <w:t xml:space="preserve">Ponudba velja do </w:t>
      </w:r>
      <w:r w:rsidRPr="00366524">
        <w:rPr>
          <w:rFonts w:asciiTheme="majorHAnsi" w:hAnsiTheme="majorHAnsi" w:cstheme="majorHAnsi"/>
          <w:lang w:val="sl-SI"/>
        </w:rPr>
        <w:t>31.</w:t>
      </w:r>
      <w:r w:rsidR="00FC1381" w:rsidRPr="00366524">
        <w:rPr>
          <w:rFonts w:asciiTheme="majorHAnsi" w:hAnsiTheme="majorHAnsi" w:cstheme="majorHAnsi"/>
          <w:lang w:val="sl-SI"/>
        </w:rPr>
        <w:t xml:space="preserve"> </w:t>
      </w:r>
      <w:r w:rsidRPr="00366524">
        <w:rPr>
          <w:rFonts w:asciiTheme="majorHAnsi" w:hAnsiTheme="majorHAnsi" w:cstheme="majorHAnsi"/>
          <w:lang w:val="sl-SI"/>
        </w:rPr>
        <w:t>12.</w:t>
      </w:r>
      <w:r w:rsidR="00FC1381" w:rsidRPr="00366524">
        <w:rPr>
          <w:rFonts w:asciiTheme="majorHAnsi" w:hAnsiTheme="majorHAnsi" w:cstheme="majorHAnsi"/>
          <w:lang w:val="sl-SI"/>
        </w:rPr>
        <w:t xml:space="preserve"> </w:t>
      </w:r>
      <w:r w:rsidRPr="00366524">
        <w:rPr>
          <w:rFonts w:asciiTheme="majorHAnsi" w:hAnsiTheme="majorHAnsi" w:cstheme="majorHAnsi"/>
          <w:lang w:val="sl-SI"/>
        </w:rPr>
        <w:t>202</w:t>
      </w:r>
      <w:r w:rsidR="00EF3D9A" w:rsidRPr="00366524">
        <w:rPr>
          <w:rFonts w:asciiTheme="majorHAnsi" w:hAnsiTheme="majorHAnsi" w:cstheme="majorHAnsi"/>
          <w:lang w:val="sl-SI"/>
        </w:rPr>
        <w:t>5</w:t>
      </w:r>
      <w:r w:rsidR="00FC1381" w:rsidRPr="00366524">
        <w:rPr>
          <w:rFonts w:asciiTheme="majorHAnsi" w:hAnsiTheme="majorHAnsi" w:cstheme="majorHAnsi"/>
          <w:lang w:val="sl-SI"/>
        </w:rPr>
        <w:t>.</w:t>
      </w:r>
    </w:p>
    <w:bookmarkEnd w:id="2"/>
    <w:p w14:paraId="4B6B0A3D" w14:textId="77777777" w:rsidR="000B2F05" w:rsidRPr="000B2F05" w:rsidRDefault="000B2F05" w:rsidP="008002FA">
      <w:pPr>
        <w:pStyle w:val="Default"/>
        <w:spacing w:line="288" w:lineRule="auto"/>
        <w:rPr>
          <w:rFonts w:asciiTheme="majorHAnsi" w:hAnsiTheme="majorHAnsi" w:cstheme="majorHAnsi"/>
          <w:bCs/>
        </w:rPr>
      </w:pPr>
    </w:p>
    <w:p w14:paraId="4878960A" w14:textId="44B0E220" w:rsidR="002C67B9" w:rsidRPr="000B2F05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Ponudbo pripravil:</w:t>
      </w:r>
      <w:r w:rsidR="00356502">
        <w:rPr>
          <w:rFonts w:asciiTheme="majorHAnsi" w:hAnsiTheme="majorHAnsi" w:cstheme="majorHAnsi"/>
          <w:bCs/>
        </w:rPr>
        <w:t xml:space="preserve"> </w:t>
      </w:r>
      <w:r w:rsidR="00110167" w:rsidRPr="000B2F05">
        <w:rPr>
          <w:rFonts w:asciiTheme="majorHAnsi" w:hAnsiTheme="majorHAnsi" w:cstheme="majorHAnsi"/>
          <w:bCs/>
        </w:rPr>
        <w:t xml:space="preserve"> </w:t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A91A27">
        <w:rPr>
          <w:rFonts w:asciiTheme="majorHAnsi" w:hAnsiTheme="majorHAnsi" w:cstheme="majorHAnsi"/>
          <w:bCs/>
        </w:rPr>
        <w:tab/>
      </w:r>
      <w:r w:rsidR="00C715CD" w:rsidRPr="000B2F05">
        <w:rPr>
          <w:rFonts w:asciiTheme="majorHAnsi" w:hAnsiTheme="majorHAnsi" w:cstheme="majorHAnsi"/>
          <w:bCs/>
          <w:color w:val="auto"/>
        </w:rPr>
        <w:t>Odgovorna oseba:</w:t>
      </w:r>
    </w:p>
    <w:p w14:paraId="424A54E7" w14:textId="77A9B5D0" w:rsidR="00A544F4" w:rsidRPr="000B2F05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Kontakt:</w:t>
      </w:r>
      <w:r w:rsidR="00356502">
        <w:rPr>
          <w:rFonts w:asciiTheme="majorHAnsi" w:hAnsiTheme="majorHAnsi" w:cstheme="majorHAnsi"/>
          <w:bCs/>
        </w:rPr>
        <w:t xml:space="preserve"> </w:t>
      </w:r>
    </w:p>
    <w:p w14:paraId="07597C4E" w14:textId="50DFBF50" w:rsidR="008C6677" w:rsidRPr="00A91A27" w:rsidRDefault="00B30164" w:rsidP="00C715CD">
      <w:pPr>
        <w:pStyle w:val="Default"/>
        <w:spacing w:line="288" w:lineRule="auto"/>
        <w:rPr>
          <w:rFonts w:asciiTheme="majorHAnsi" w:hAnsiTheme="majorHAnsi" w:cstheme="majorHAnsi"/>
          <w:bCs/>
          <w:color w:val="auto"/>
        </w:rPr>
      </w:pP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</w:p>
    <w:p w14:paraId="5B94385B" w14:textId="6042D7F8" w:rsidR="005B3188" w:rsidRPr="00F4078C" w:rsidRDefault="00B30164" w:rsidP="00092985">
      <w:pPr>
        <w:pStyle w:val="Default"/>
        <w:spacing w:line="288" w:lineRule="auto"/>
        <w:ind w:left="2160" w:firstLine="720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Žig</w:t>
      </w:r>
    </w:p>
    <w:sectPr w:rsidR="005B3188" w:rsidRPr="00F4078C" w:rsidSect="005B3188">
      <w:headerReference w:type="default" r:id="rId8"/>
      <w:footerReference w:type="default" r:id="rId9"/>
      <w:pgSz w:w="11900" w:h="16840"/>
      <w:pgMar w:top="1985" w:right="1304" w:bottom="1418" w:left="2665" w:header="709" w:footer="11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6BA40" w14:textId="77777777" w:rsidR="00F75CB7" w:rsidRDefault="00F75CB7" w:rsidP="00862C6E">
      <w:r>
        <w:separator/>
      </w:r>
    </w:p>
  </w:endnote>
  <w:endnote w:type="continuationSeparator" w:id="0">
    <w:p w14:paraId="3D75CF56" w14:textId="77777777" w:rsidR="00F75CB7" w:rsidRDefault="00F75CB7" w:rsidP="00862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678C4" w14:textId="4B9117B4" w:rsidR="006A2788" w:rsidRPr="00E74BE6" w:rsidRDefault="005B3188" w:rsidP="006A2788">
    <w:pPr>
      <w:pStyle w:val="Noga"/>
      <w:rPr>
        <w:lang w:val="sl-SI"/>
      </w:rPr>
    </w:pPr>
    <w:bookmarkStart w:id="3" w:name="_Hlk124944054"/>
    <w:r w:rsidRPr="005B3188">
      <w:rPr>
        <w:noProof/>
        <w:sz w:val="22"/>
        <w:szCs w:val="22"/>
        <w:lang w:val="sl-SI"/>
      </w:rPr>
      <w:drawing>
        <wp:anchor distT="0" distB="0" distL="114300" distR="114300" simplePos="0" relativeHeight="251667456" behindDoc="1" locked="0" layoutInCell="1" allowOverlap="1" wp14:anchorId="1847301B" wp14:editId="7E0D3BDE">
          <wp:simplePos x="0" y="0"/>
          <wp:positionH relativeFrom="column">
            <wp:posOffset>2000250</wp:posOffset>
          </wp:positionH>
          <wp:positionV relativeFrom="paragraph">
            <wp:posOffset>-635</wp:posOffset>
          </wp:positionV>
          <wp:extent cx="3143250" cy="806520"/>
          <wp:effectExtent l="0" t="0" r="0" b="0"/>
          <wp:wrapNone/>
          <wp:docPr id="20" name="Slika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2" name="Slika 33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3250" cy="806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E9816" w14:textId="77777777" w:rsidR="00F75CB7" w:rsidRDefault="00F75CB7" w:rsidP="00862C6E">
      <w:r>
        <w:separator/>
      </w:r>
    </w:p>
  </w:footnote>
  <w:footnote w:type="continuationSeparator" w:id="0">
    <w:p w14:paraId="4276EC89" w14:textId="77777777" w:rsidR="00F75CB7" w:rsidRDefault="00F75CB7" w:rsidP="00862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3214B" w14:textId="5029F823" w:rsidR="00D94998" w:rsidRPr="00AA6BB0" w:rsidRDefault="00EF3D9A" w:rsidP="00AA6BB0">
    <w:pPr>
      <w:pStyle w:val="Glava"/>
    </w:pPr>
    <w:r>
      <w:rPr>
        <w:noProof/>
        <w:sz w:val="22"/>
        <w:szCs w:val="22"/>
        <w:lang w:val="sl-SI"/>
      </w:rPr>
      <w:drawing>
        <wp:anchor distT="0" distB="0" distL="114300" distR="114300" simplePos="0" relativeHeight="251665408" behindDoc="1" locked="0" layoutInCell="1" allowOverlap="1" wp14:anchorId="75213D97" wp14:editId="38407379">
          <wp:simplePos x="0" y="0"/>
          <wp:positionH relativeFrom="column">
            <wp:posOffset>-133350</wp:posOffset>
          </wp:positionH>
          <wp:positionV relativeFrom="paragraph">
            <wp:posOffset>-25400</wp:posOffset>
          </wp:positionV>
          <wp:extent cx="2285031" cy="669925"/>
          <wp:effectExtent l="0" t="0" r="0" b="0"/>
          <wp:wrapNone/>
          <wp:docPr id="19" name="Slika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5031" cy="669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645C9"/>
    <w:multiLevelType w:val="hybridMultilevel"/>
    <w:tmpl w:val="56CAFA02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D1D30"/>
    <w:multiLevelType w:val="hybridMultilevel"/>
    <w:tmpl w:val="E7A8DEA6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167DE"/>
    <w:multiLevelType w:val="hybridMultilevel"/>
    <w:tmpl w:val="D9EA9BFC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E7B54"/>
    <w:multiLevelType w:val="hybridMultilevel"/>
    <w:tmpl w:val="35C4EF34"/>
    <w:lvl w:ilvl="0" w:tplc="E898D06C">
      <w:start w:val="1000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7624A9"/>
    <w:multiLevelType w:val="hybridMultilevel"/>
    <w:tmpl w:val="0488143C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97EBD"/>
    <w:multiLevelType w:val="hybridMultilevel"/>
    <w:tmpl w:val="CEEA8764"/>
    <w:lvl w:ilvl="0" w:tplc="B658F3A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1E3213"/>
    <w:multiLevelType w:val="hybridMultilevel"/>
    <w:tmpl w:val="57E8BF82"/>
    <w:lvl w:ilvl="0" w:tplc="E898D06C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0MLc0MDUytrQwMzJQ0lEKTi0uzszPAykwrwUA1xdS5SwAAAA="/>
  </w:docVars>
  <w:rsids>
    <w:rsidRoot w:val="003D5C14"/>
    <w:rsid w:val="000229FF"/>
    <w:rsid w:val="00051B4A"/>
    <w:rsid w:val="000549F9"/>
    <w:rsid w:val="000648B7"/>
    <w:rsid w:val="000919AF"/>
    <w:rsid w:val="00092985"/>
    <w:rsid w:val="00095F55"/>
    <w:rsid w:val="000B2F05"/>
    <w:rsid w:val="000B55F7"/>
    <w:rsid w:val="000C7545"/>
    <w:rsid w:val="00106282"/>
    <w:rsid w:val="00110167"/>
    <w:rsid w:val="00116AB7"/>
    <w:rsid w:val="001413A6"/>
    <w:rsid w:val="00153023"/>
    <w:rsid w:val="00156498"/>
    <w:rsid w:val="00187975"/>
    <w:rsid w:val="001A57CE"/>
    <w:rsid w:val="001B3533"/>
    <w:rsid w:val="001B558B"/>
    <w:rsid w:val="00215476"/>
    <w:rsid w:val="002715E7"/>
    <w:rsid w:val="00280A74"/>
    <w:rsid w:val="002A108E"/>
    <w:rsid w:val="002A4BB8"/>
    <w:rsid w:val="002B7DA4"/>
    <w:rsid w:val="002C34C8"/>
    <w:rsid w:val="002C665C"/>
    <w:rsid w:val="002C67B9"/>
    <w:rsid w:val="002D18E6"/>
    <w:rsid w:val="002E168E"/>
    <w:rsid w:val="00302412"/>
    <w:rsid w:val="00321116"/>
    <w:rsid w:val="00356502"/>
    <w:rsid w:val="00363D30"/>
    <w:rsid w:val="00366524"/>
    <w:rsid w:val="00372D4B"/>
    <w:rsid w:val="003828B4"/>
    <w:rsid w:val="00394948"/>
    <w:rsid w:val="0039770A"/>
    <w:rsid w:val="003A0030"/>
    <w:rsid w:val="003A7112"/>
    <w:rsid w:val="003D5C14"/>
    <w:rsid w:val="003D7CB1"/>
    <w:rsid w:val="003F4F5F"/>
    <w:rsid w:val="0040674B"/>
    <w:rsid w:val="00410293"/>
    <w:rsid w:val="004102E1"/>
    <w:rsid w:val="00415294"/>
    <w:rsid w:val="00425160"/>
    <w:rsid w:val="00447C6A"/>
    <w:rsid w:val="0045358F"/>
    <w:rsid w:val="00456730"/>
    <w:rsid w:val="00461A9A"/>
    <w:rsid w:val="00463B90"/>
    <w:rsid w:val="00485DEB"/>
    <w:rsid w:val="0049120A"/>
    <w:rsid w:val="00492189"/>
    <w:rsid w:val="004A52F0"/>
    <w:rsid w:val="004B4E1F"/>
    <w:rsid w:val="004F0C22"/>
    <w:rsid w:val="0050028C"/>
    <w:rsid w:val="0050654F"/>
    <w:rsid w:val="00506B76"/>
    <w:rsid w:val="00514B8D"/>
    <w:rsid w:val="00554125"/>
    <w:rsid w:val="00556426"/>
    <w:rsid w:val="00573FFB"/>
    <w:rsid w:val="00577DC6"/>
    <w:rsid w:val="005A3023"/>
    <w:rsid w:val="005B1704"/>
    <w:rsid w:val="005B3188"/>
    <w:rsid w:val="005E21F2"/>
    <w:rsid w:val="005F0D1A"/>
    <w:rsid w:val="00603A0A"/>
    <w:rsid w:val="00624D20"/>
    <w:rsid w:val="0062541C"/>
    <w:rsid w:val="00643A20"/>
    <w:rsid w:val="006473AB"/>
    <w:rsid w:val="00684A87"/>
    <w:rsid w:val="006A2788"/>
    <w:rsid w:val="006A4456"/>
    <w:rsid w:val="006B2580"/>
    <w:rsid w:val="006B5253"/>
    <w:rsid w:val="006B52D6"/>
    <w:rsid w:val="006C227E"/>
    <w:rsid w:val="006C4DEC"/>
    <w:rsid w:val="006F3A62"/>
    <w:rsid w:val="00726428"/>
    <w:rsid w:val="00737030"/>
    <w:rsid w:val="007513B1"/>
    <w:rsid w:val="00770CFE"/>
    <w:rsid w:val="007929ED"/>
    <w:rsid w:val="0079684F"/>
    <w:rsid w:val="007A7757"/>
    <w:rsid w:val="007B1678"/>
    <w:rsid w:val="007B69EE"/>
    <w:rsid w:val="007C0FC8"/>
    <w:rsid w:val="007D0899"/>
    <w:rsid w:val="007D2DFF"/>
    <w:rsid w:val="007E3E4B"/>
    <w:rsid w:val="008002FA"/>
    <w:rsid w:val="0081057F"/>
    <w:rsid w:val="00826DB7"/>
    <w:rsid w:val="00832A98"/>
    <w:rsid w:val="00843350"/>
    <w:rsid w:val="00844414"/>
    <w:rsid w:val="00850EE3"/>
    <w:rsid w:val="00862C6E"/>
    <w:rsid w:val="00875620"/>
    <w:rsid w:val="008C2217"/>
    <w:rsid w:val="008C33F7"/>
    <w:rsid w:val="008C6677"/>
    <w:rsid w:val="008D0761"/>
    <w:rsid w:val="008E1B59"/>
    <w:rsid w:val="008F0F05"/>
    <w:rsid w:val="008F216C"/>
    <w:rsid w:val="00917D2E"/>
    <w:rsid w:val="00956C21"/>
    <w:rsid w:val="00964218"/>
    <w:rsid w:val="00977079"/>
    <w:rsid w:val="00984537"/>
    <w:rsid w:val="00991527"/>
    <w:rsid w:val="009943E8"/>
    <w:rsid w:val="009A1919"/>
    <w:rsid w:val="009A2893"/>
    <w:rsid w:val="009B19AE"/>
    <w:rsid w:val="009C2BB8"/>
    <w:rsid w:val="009E310A"/>
    <w:rsid w:val="00A003E7"/>
    <w:rsid w:val="00A032E2"/>
    <w:rsid w:val="00A03DB6"/>
    <w:rsid w:val="00A23DC0"/>
    <w:rsid w:val="00A31BEA"/>
    <w:rsid w:val="00A544F4"/>
    <w:rsid w:val="00A5489A"/>
    <w:rsid w:val="00A55A9B"/>
    <w:rsid w:val="00A57A0B"/>
    <w:rsid w:val="00A66781"/>
    <w:rsid w:val="00A91A27"/>
    <w:rsid w:val="00AA0C29"/>
    <w:rsid w:val="00AA6BB0"/>
    <w:rsid w:val="00AB15B3"/>
    <w:rsid w:val="00AB6764"/>
    <w:rsid w:val="00AE7168"/>
    <w:rsid w:val="00B038FA"/>
    <w:rsid w:val="00B07D4C"/>
    <w:rsid w:val="00B10E9E"/>
    <w:rsid w:val="00B1100C"/>
    <w:rsid w:val="00B13B73"/>
    <w:rsid w:val="00B231FC"/>
    <w:rsid w:val="00B24FBA"/>
    <w:rsid w:val="00B30164"/>
    <w:rsid w:val="00B302FB"/>
    <w:rsid w:val="00B74F22"/>
    <w:rsid w:val="00B81CAB"/>
    <w:rsid w:val="00B925BF"/>
    <w:rsid w:val="00B952D5"/>
    <w:rsid w:val="00B967E3"/>
    <w:rsid w:val="00BA12F5"/>
    <w:rsid w:val="00BA526D"/>
    <w:rsid w:val="00BC65F2"/>
    <w:rsid w:val="00BE352A"/>
    <w:rsid w:val="00BF0E48"/>
    <w:rsid w:val="00BF433C"/>
    <w:rsid w:val="00C327B8"/>
    <w:rsid w:val="00C358F5"/>
    <w:rsid w:val="00C37F0E"/>
    <w:rsid w:val="00C4436E"/>
    <w:rsid w:val="00C64347"/>
    <w:rsid w:val="00C715CD"/>
    <w:rsid w:val="00C71BFC"/>
    <w:rsid w:val="00C74DFD"/>
    <w:rsid w:val="00CA28A6"/>
    <w:rsid w:val="00CC7286"/>
    <w:rsid w:val="00CE1920"/>
    <w:rsid w:val="00D0206F"/>
    <w:rsid w:val="00D04363"/>
    <w:rsid w:val="00D127C8"/>
    <w:rsid w:val="00D1301C"/>
    <w:rsid w:val="00D428C8"/>
    <w:rsid w:val="00D90C24"/>
    <w:rsid w:val="00D92257"/>
    <w:rsid w:val="00D94998"/>
    <w:rsid w:val="00DA5CB3"/>
    <w:rsid w:val="00DA76D7"/>
    <w:rsid w:val="00DC3B38"/>
    <w:rsid w:val="00DC5981"/>
    <w:rsid w:val="00DD3EBE"/>
    <w:rsid w:val="00DD7AC8"/>
    <w:rsid w:val="00E159E4"/>
    <w:rsid w:val="00E36514"/>
    <w:rsid w:val="00E56D20"/>
    <w:rsid w:val="00E94C94"/>
    <w:rsid w:val="00E95EAC"/>
    <w:rsid w:val="00EB099C"/>
    <w:rsid w:val="00EB0A59"/>
    <w:rsid w:val="00EB293B"/>
    <w:rsid w:val="00EC19C3"/>
    <w:rsid w:val="00EE1A88"/>
    <w:rsid w:val="00EE3A2F"/>
    <w:rsid w:val="00EF1118"/>
    <w:rsid w:val="00EF24A3"/>
    <w:rsid w:val="00EF3D9A"/>
    <w:rsid w:val="00F0246E"/>
    <w:rsid w:val="00F02F14"/>
    <w:rsid w:val="00F2500F"/>
    <w:rsid w:val="00F4078C"/>
    <w:rsid w:val="00F753CA"/>
    <w:rsid w:val="00F75CB7"/>
    <w:rsid w:val="00FB7420"/>
    <w:rsid w:val="00FC1381"/>
    <w:rsid w:val="00FD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7CAE3A3"/>
  <w15:chartTrackingRefBased/>
  <w15:docId w15:val="{CB0E9DF6-7C2F-CE40-A631-95907DAC3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62C6E"/>
    <w:rPr>
      <w:sz w:val="24"/>
      <w:szCs w:val="24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GlavaZnak">
    <w:name w:val="Glava Znak"/>
    <w:basedOn w:val="Privzetapisavaodstavka"/>
    <w:link w:val="Glava"/>
    <w:uiPriority w:val="99"/>
    <w:rsid w:val="00862C6E"/>
  </w:style>
  <w:style w:type="paragraph" w:styleId="Noga">
    <w:name w:val="footer"/>
    <w:basedOn w:val="Navaden"/>
    <w:link w:val="Nog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NogaZnak">
    <w:name w:val="Noga Znak"/>
    <w:basedOn w:val="Privzetapisavaodstavka"/>
    <w:link w:val="Noga"/>
    <w:uiPriority w:val="99"/>
    <w:rsid w:val="00862C6E"/>
  </w:style>
  <w:style w:type="paragraph" w:customStyle="1" w:styleId="Default">
    <w:name w:val="Default"/>
    <w:rsid w:val="004B4E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elamrea">
    <w:name w:val="Table Grid"/>
    <w:basedOn w:val="Navadnatabela"/>
    <w:uiPriority w:val="39"/>
    <w:rsid w:val="00D02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39770A"/>
    <w:pPr>
      <w:spacing w:line="276" w:lineRule="auto"/>
      <w:ind w:left="720"/>
      <w:jc w:val="both"/>
    </w:pPr>
    <w:rPr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7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2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6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z\Desktop\03_SPOT_svetovanje_RS_E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03_SPOT_svetovanje_RS_EU</Template>
  <TotalTime>1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Tomaz</dc:creator>
  <cp:keywords/>
  <cp:lastModifiedBy>Nataša Kocjančič</cp:lastModifiedBy>
  <cp:revision>3</cp:revision>
  <cp:lastPrinted>2024-02-23T09:51:00Z</cp:lastPrinted>
  <dcterms:created xsi:type="dcterms:W3CDTF">2025-10-27T15:21:00Z</dcterms:created>
  <dcterms:modified xsi:type="dcterms:W3CDTF">2025-10-27T15:21:00Z</dcterms:modified>
</cp:coreProperties>
</file>